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193BABA" w:rsidR="0085747A" w:rsidRDefault="0071620A" w:rsidP="73706642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BA76AE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3386203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A76AE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BA76A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A639E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C70AEE5" w:rsidR="0085747A" w:rsidRPr="009C54AE" w:rsidRDefault="00784C5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4BC842B" w:rsidR="00015B8F" w:rsidRPr="009C54AE" w:rsidRDefault="00B467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 xml:space="preserve">lub z wykorzystaniem platformy Ms </w:t>
      </w:r>
      <w:proofErr w:type="spellStart"/>
      <w:r w:rsidR="1B101EA1" w:rsidRPr="73706642">
        <w:rPr>
          <w:rFonts w:ascii="Corbel" w:hAnsi="Corbel"/>
        </w:rPr>
        <w:t>Teams</w:t>
      </w:r>
      <w:proofErr w:type="spellEnd"/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1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1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3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02D072" w:rsidR="0085747A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587FB88D" w:rsidR="00C61DC5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5" w:name="_Toc488151950"/>
            <w:bookmarkEnd w:id="4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5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9EF74" w14:textId="77777777" w:rsidR="00B14879" w:rsidRDefault="00B14879" w:rsidP="00C16ABF">
      <w:pPr>
        <w:spacing w:after="0" w:line="240" w:lineRule="auto"/>
      </w:pPr>
      <w:r>
        <w:separator/>
      </w:r>
    </w:p>
  </w:endnote>
  <w:endnote w:type="continuationSeparator" w:id="0">
    <w:p w14:paraId="3DD0CA3B" w14:textId="77777777" w:rsidR="00B14879" w:rsidRDefault="00B148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F2973" w14:textId="77777777" w:rsidR="00B14879" w:rsidRDefault="00B14879" w:rsidP="00C16ABF">
      <w:pPr>
        <w:spacing w:after="0" w:line="240" w:lineRule="auto"/>
      </w:pPr>
      <w:r>
        <w:separator/>
      </w:r>
    </w:p>
  </w:footnote>
  <w:footnote w:type="continuationSeparator" w:id="0">
    <w:p w14:paraId="1FE7FC11" w14:textId="77777777" w:rsidR="00B14879" w:rsidRDefault="00B1487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36F9"/>
    <w:rsid w:val="00235A59"/>
    <w:rsid w:val="0024028F"/>
    <w:rsid w:val="00244ABC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8D2"/>
    <w:rsid w:val="0038301B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16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4C5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39EA"/>
    <w:rsid w:val="00A668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879"/>
    <w:rsid w:val="00B3130B"/>
    <w:rsid w:val="00B40ADB"/>
    <w:rsid w:val="00B43B77"/>
    <w:rsid w:val="00B43E80"/>
    <w:rsid w:val="00B4677A"/>
    <w:rsid w:val="00B564B0"/>
    <w:rsid w:val="00B607DB"/>
    <w:rsid w:val="00B66529"/>
    <w:rsid w:val="00B75946"/>
    <w:rsid w:val="00B8056E"/>
    <w:rsid w:val="00B819C8"/>
    <w:rsid w:val="00B82308"/>
    <w:rsid w:val="00B90885"/>
    <w:rsid w:val="00BA76AE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6B7"/>
    <w:rsid w:val="00D26B2C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1AFD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D0B25C-3B3E-4251-8881-84921C75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851</Words>
  <Characters>5109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2020-12-15T14:33:00Z</dcterms:created>
  <dcterms:modified xsi:type="dcterms:W3CDTF">2022-02-11T10:43:00Z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